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342ACF42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bookmarkStart w:id="0" w:name="_GoBack"/>
      <w:bookmarkEnd w:id="0"/>
      <w:r>
        <w:rPr>
          <w:b w:val="0"/>
          <w:color w:val="auto"/>
          <w:sz w:val="18"/>
          <w:szCs w:val="18"/>
        </w:rPr>
        <w:t xml:space="preserve">Příloha č. </w:t>
      </w:r>
      <w:r w:rsidR="00EC071B">
        <w:rPr>
          <w:b w:val="0"/>
          <w:color w:val="auto"/>
          <w:sz w:val="18"/>
          <w:szCs w:val="18"/>
        </w:rPr>
        <w:t>2 Výzvy k podání nabídek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4007B78D" w:rsidR="00FC0FDA" w:rsidRPr="00AF7B65" w:rsidRDefault="003057D6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024CE75D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Zadavatel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67E3600C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3057D6">
        <w:rPr>
          <w:rFonts w:asciiTheme="majorHAnsi" w:hAnsiTheme="majorHAnsi"/>
          <w:b/>
          <w:sz w:val="18"/>
          <w:szCs w:val="18"/>
        </w:rPr>
        <w:t>Dodavatel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59DA8713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2CF252DF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3E5EABAF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35217049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</w:t>
      </w:r>
      <w:proofErr w:type="spellStart"/>
      <w:r w:rsidRPr="00AF7B65">
        <w:rPr>
          <w:rFonts w:asciiTheme="majorHAnsi" w:hAnsiTheme="majorHAnsi"/>
          <w:sz w:val="18"/>
          <w:szCs w:val="18"/>
        </w:rPr>
        <w:t>zakceptované</w:t>
      </w:r>
      <w:proofErr w:type="spellEnd"/>
      <w:r w:rsidRPr="00AF7B65">
        <w:rPr>
          <w:rFonts w:asciiTheme="majorHAnsi" w:hAnsiTheme="majorHAnsi"/>
          <w:sz w:val="18"/>
          <w:szCs w:val="18"/>
        </w:rPr>
        <w:t xml:space="preserve"> dílo. </w:t>
      </w:r>
    </w:p>
    <w:p w14:paraId="4472FE0C" w14:textId="71D42B48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3057D6">
        <w:rPr>
          <w:rFonts w:asciiTheme="majorHAnsi" w:hAnsiTheme="majorHAnsi"/>
          <w:sz w:val="18"/>
          <w:szCs w:val="18"/>
        </w:rPr>
        <w:t>Zadavatel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1018E250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3057D6">
        <w:rPr>
          <w:rFonts w:asciiTheme="majorHAnsi" w:hAnsiTheme="majorHAnsi"/>
          <w:sz w:val="18"/>
          <w:szCs w:val="18"/>
        </w:rPr>
        <w:t>Dodavatel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5A5C033A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Zadavatel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09A63774" w:rsidR="00FC0FDA" w:rsidRPr="00AF7B65" w:rsidRDefault="003057D6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Zadavatel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Dodavatel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591E" w14:textId="77777777" w:rsidR="00782DF7" w:rsidRDefault="00782DF7" w:rsidP="00962258">
      <w:r>
        <w:separator/>
      </w:r>
    </w:p>
  </w:endnote>
  <w:endnote w:type="continuationSeparator" w:id="0">
    <w:p w14:paraId="734BB7C9" w14:textId="77777777" w:rsidR="00782DF7" w:rsidRDefault="00782DF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B7D8D1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303324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7D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E112E" w14:textId="77777777" w:rsidR="00782DF7" w:rsidRDefault="00782DF7" w:rsidP="00962258">
      <w:r>
        <w:separator/>
      </w:r>
    </w:p>
  </w:footnote>
  <w:footnote w:type="continuationSeparator" w:id="0">
    <w:p w14:paraId="37479322" w14:textId="77777777" w:rsidR="00782DF7" w:rsidRDefault="00782DF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D08B1"/>
    <w:rsid w:val="002E0CD7"/>
    <w:rsid w:val="003057D6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29DB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C071B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1FDE4D-9037-42FD-A5BB-C88A5983A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114FC7-4D17-4553-89E3-5CD327AEA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13</TotalTime>
  <Pages>3</Pages>
  <Words>825</Words>
  <Characters>4869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19</cp:revision>
  <cp:lastPrinted>2017-11-28T17:18:00Z</cp:lastPrinted>
  <dcterms:created xsi:type="dcterms:W3CDTF">2020-09-22T11:24:00Z</dcterms:created>
  <dcterms:modified xsi:type="dcterms:W3CDTF">2022-05-26T11:28:00Z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